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AC44E" w14:textId="77777777" w:rsidR="006E5D65" w:rsidRPr="0057688F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7688F">
        <w:rPr>
          <w:rFonts w:ascii="Corbel" w:hAnsi="Corbel"/>
          <w:bCs/>
          <w:i/>
          <w:sz w:val="24"/>
          <w:szCs w:val="24"/>
        </w:rPr>
        <w:t>1.5</w:t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7688F">
        <w:rPr>
          <w:rFonts w:ascii="Corbel" w:hAnsi="Corbel"/>
          <w:bCs/>
          <w:i/>
          <w:sz w:val="24"/>
          <w:szCs w:val="24"/>
        </w:rPr>
        <w:t xml:space="preserve"> Rektora UR </w:t>
      </w:r>
      <w:r w:rsidRPr="0057688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7688F">
        <w:rPr>
          <w:rFonts w:ascii="Corbel" w:hAnsi="Corbel"/>
          <w:bCs/>
          <w:i/>
          <w:sz w:val="24"/>
          <w:szCs w:val="24"/>
        </w:rPr>
        <w:t>12/2019</w:t>
      </w:r>
    </w:p>
    <w:p w14:paraId="6659A2C0" w14:textId="77777777" w:rsidR="0085747A" w:rsidRPr="005768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14:paraId="17C5855C" w14:textId="5057411F" w:rsidR="0085747A" w:rsidRPr="0057688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7688F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131E3">
        <w:rPr>
          <w:rFonts w:ascii="Corbel" w:hAnsi="Corbel"/>
          <w:i/>
          <w:smallCaps/>
          <w:sz w:val="24"/>
          <w:szCs w:val="24"/>
        </w:rPr>
        <w:t>2022-2025</w:t>
      </w:r>
    </w:p>
    <w:p w14:paraId="23B9BFD2" w14:textId="4DA83EC3" w:rsidR="00445970" w:rsidRPr="00AD0A3F" w:rsidRDefault="004B1EEF" w:rsidP="00AD0A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975CE" w:rsidRPr="00AD0A3F">
        <w:rPr>
          <w:rFonts w:ascii="Corbel" w:hAnsi="Corbel"/>
          <w:sz w:val="20"/>
          <w:szCs w:val="20"/>
        </w:rPr>
        <w:t>202</w:t>
      </w:r>
      <w:r w:rsidR="005131E3">
        <w:rPr>
          <w:rFonts w:ascii="Corbel" w:hAnsi="Corbel"/>
          <w:sz w:val="20"/>
          <w:szCs w:val="20"/>
        </w:rPr>
        <w:t>4</w:t>
      </w:r>
      <w:r w:rsidR="007975CE" w:rsidRPr="00AD0A3F">
        <w:rPr>
          <w:rFonts w:ascii="Corbel" w:hAnsi="Corbel"/>
          <w:sz w:val="20"/>
          <w:szCs w:val="20"/>
        </w:rPr>
        <w:t>/202</w:t>
      </w:r>
      <w:r w:rsidR="005131E3">
        <w:rPr>
          <w:rFonts w:ascii="Corbel" w:hAnsi="Corbel"/>
          <w:sz w:val="20"/>
          <w:szCs w:val="20"/>
        </w:rPr>
        <w:t>5</w:t>
      </w:r>
    </w:p>
    <w:p w14:paraId="28009729" w14:textId="77777777" w:rsidR="0085747A" w:rsidRPr="0057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3B864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="0085747A" w:rsidRPr="0057688F">
        <w:rPr>
          <w:rFonts w:ascii="Corbel" w:hAnsi="Corbel"/>
          <w:szCs w:val="24"/>
        </w:rPr>
        <w:t xml:space="preserve">Podstawowe </w:t>
      </w:r>
      <w:r w:rsidR="00445970" w:rsidRPr="0057688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57688F" w14:paraId="0317F20C" w14:textId="77777777" w:rsidTr="007975CE">
        <w:tc>
          <w:tcPr>
            <w:tcW w:w="2694" w:type="dxa"/>
            <w:vAlign w:val="center"/>
          </w:tcPr>
          <w:p w14:paraId="3EB5AC85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83C23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="007975CE" w:rsidRPr="0057688F" w14:paraId="6AE61DDF" w14:textId="77777777" w:rsidTr="007975CE">
        <w:tc>
          <w:tcPr>
            <w:tcW w:w="2694" w:type="dxa"/>
            <w:vAlign w:val="center"/>
          </w:tcPr>
          <w:p w14:paraId="48AD55F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84AB0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57688F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57688F">
              <w:rPr>
                <w:rFonts w:ascii="Corbel" w:hAnsi="Corbel"/>
                <w:b w:val="0"/>
                <w:sz w:val="24"/>
                <w:szCs w:val="24"/>
              </w:rPr>
              <w:t>/C.11</w:t>
            </w:r>
          </w:p>
        </w:tc>
      </w:tr>
      <w:tr w:rsidR="007975CE" w:rsidRPr="0057688F" w14:paraId="47C2C3E8" w14:textId="77777777" w:rsidTr="007975CE">
        <w:tc>
          <w:tcPr>
            <w:tcW w:w="2694" w:type="dxa"/>
            <w:vAlign w:val="center"/>
          </w:tcPr>
          <w:p w14:paraId="1914EF59" w14:textId="77777777" w:rsidR="007975CE" w:rsidRPr="0057688F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2EDC35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57688F" w14:paraId="18C721BF" w14:textId="77777777" w:rsidTr="007975CE">
        <w:tc>
          <w:tcPr>
            <w:tcW w:w="2694" w:type="dxa"/>
            <w:vAlign w:val="center"/>
          </w:tcPr>
          <w:p w14:paraId="15E26F4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3C206" w14:textId="6F42FE01" w:rsidR="007975CE" w:rsidRPr="0057688F" w:rsidRDefault="00AA3DD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57688F" w14:paraId="58EEC400" w14:textId="77777777" w:rsidTr="007975CE">
        <w:tc>
          <w:tcPr>
            <w:tcW w:w="2694" w:type="dxa"/>
            <w:vAlign w:val="center"/>
          </w:tcPr>
          <w:p w14:paraId="2A664D64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C73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57688F" w14:paraId="50C190B0" w14:textId="77777777" w:rsidTr="007975CE">
        <w:tc>
          <w:tcPr>
            <w:tcW w:w="2694" w:type="dxa"/>
            <w:vAlign w:val="center"/>
          </w:tcPr>
          <w:p w14:paraId="5AE21C39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1A9F3" w14:textId="10AB0CFC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57688F" w14:paraId="4EA0D715" w14:textId="77777777" w:rsidTr="007975CE">
        <w:tc>
          <w:tcPr>
            <w:tcW w:w="2694" w:type="dxa"/>
            <w:vAlign w:val="center"/>
          </w:tcPr>
          <w:p w14:paraId="2CD89FB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4A313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57688F" w14:paraId="704E39D2" w14:textId="77777777" w:rsidTr="007975CE">
        <w:tc>
          <w:tcPr>
            <w:tcW w:w="2694" w:type="dxa"/>
            <w:vAlign w:val="center"/>
          </w:tcPr>
          <w:p w14:paraId="0B682FE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25A47" w14:textId="22B3E7CC" w:rsidR="007975CE" w:rsidRPr="0057688F" w:rsidRDefault="008556EE" w:rsidP="008556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57688F" w14:paraId="38011515" w14:textId="77777777" w:rsidTr="007975CE">
        <w:tc>
          <w:tcPr>
            <w:tcW w:w="2694" w:type="dxa"/>
            <w:vAlign w:val="center"/>
          </w:tcPr>
          <w:p w14:paraId="040D19F0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8CE5A" w14:textId="09BAEDF4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7975CE" w:rsidRPr="0057688F" w14:paraId="719B12CF" w14:textId="77777777" w:rsidTr="007975CE">
        <w:tc>
          <w:tcPr>
            <w:tcW w:w="2694" w:type="dxa"/>
            <w:vAlign w:val="center"/>
          </w:tcPr>
          <w:p w14:paraId="1C929DE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131A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57688F" w14:paraId="6AF38105" w14:textId="77777777" w:rsidTr="007975CE">
        <w:tc>
          <w:tcPr>
            <w:tcW w:w="2694" w:type="dxa"/>
            <w:vAlign w:val="center"/>
          </w:tcPr>
          <w:p w14:paraId="652D770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3CFE46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57688F" w14:paraId="404CF960" w14:textId="77777777" w:rsidTr="007975CE">
        <w:tc>
          <w:tcPr>
            <w:tcW w:w="2694" w:type="dxa"/>
            <w:vAlign w:val="center"/>
          </w:tcPr>
          <w:p w14:paraId="1AA9827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00085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57688F" w14:paraId="03505120" w14:textId="77777777" w:rsidTr="007975CE">
        <w:tc>
          <w:tcPr>
            <w:tcW w:w="2694" w:type="dxa"/>
            <w:vAlign w:val="center"/>
          </w:tcPr>
          <w:p w14:paraId="6407B6C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FD025C" w14:textId="77777777" w:rsidR="007975CE" w:rsidRPr="0057688F" w:rsidRDefault="0095550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B44F9F7" w14:textId="06788BAB" w:rsidR="0085747A" w:rsidRPr="0057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="00B90885" w:rsidRPr="0057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88F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88F">
        <w:rPr>
          <w:rFonts w:ascii="Corbel" w:hAnsi="Corbel"/>
          <w:b w:val="0"/>
          <w:i/>
          <w:sz w:val="24"/>
          <w:szCs w:val="24"/>
        </w:rPr>
        <w:t>w Jednostce</w:t>
      </w:r>
    </w:p>
    <w:p w14:paraId="60363B31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89BC11" w14:textId="77777777" w:rsidR="0085747A" w:rsidRPr="0057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="00E22FBC" w:rsidRPr="0057688F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0095EC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688F" w14:paraId="6864A985" w14:textId="77777777" w:rsidTr="00AD0A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F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14:paraId="33A42904" w14:textId="77777777" w:rsidR="00015B8F" w:rsidRPr="0057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="00363F78" w:rsidRPr="0057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59A4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Wykł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C497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0CB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Konw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0B6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59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Sem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AD5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A3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Prakt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231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32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="00B90885" w:rsidRPr="0057688F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7688F" w14:paraId="18889068" w14:textId="77777777" w:rsidTr="00AD0A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340C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9D4E" w14:textId="0E96D452" w:rsidR="00015B8F" w:rsidRPr="0057688F" w:rsidRDefault="008556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60" w14:textId="7658DB25" w:rsidR="00015B8F" w:rsidRPr="0057688F" w:rsidRDefault="008556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FC7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14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CED6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E1A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E46E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04B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F6CB" w14:textId="0E4ECC02" w:rsidR="00015B8F" w:rsidRPr="0057688F" w:rsidRDefault="00C568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F33188" w14:textId="77777777" w:rsidR="00923D7D" w:rsidRPr="0057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FEA32" w14:textId="77777777" w:rsidR="00923D7D" w:rsidRPr="0057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87E6C" w14:textId="77777777" w:rsidR="0085747A" w:rsidRPr="0057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="00E22FBC" w:rsidRPr="0057688F">
        <w:rPr>
          <w:rFonts w:ascii="Corbel" w:hAnsi="Corbel"/>
          <w:smallCaps w:val="0"/>
          <w:szCs w:val="24"/>
        </w:rPr>
        <w:t>2</w:t>
      </w:r>
      <w:r w:rsidR="00F83B28" w:rsidRPr="0057688F">
        <w:rPr>
          <w:rFonts w:ascii="Corbel" w:hAnsi="Corbel"/>
          <w:smallCaps w:val="0"/>
          <w:szCs w:val="24"/>
        </w:rPr>
        <w:t>.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14:paraId="2566AB2F" w14:textId="108116CD" w:rsidR="0085747A" w:rsidRPr="0057688F" w:rsidRDefault="007975CE" w:rsidP="00682FC1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eastAsia="MS Gothic" w:hAnsi="Corbel" w:cs="MS Gothic"/>
          <w:b w:val="0"/>
          <w:szCs w:val="24"/>
        </w:rPr>
        <w:t>x</w:t>
      </w:r>
      <w:r w:rsidR="0085747A" w:rsidRPr="0057688F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6EC1FB85" w14:textId="77777777" w:rsidR="0085747A" w:rsidRPr="0057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eastAsia="MS Gothic" w:hAnsi="Segoe UI Symbol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DB082B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D50DFF" w14:textId="77777777" w:rsidR="00E22FBC" w:rsidRPr="005768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="00445970" w:rsidRPr="0057688F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86C833" w14:textId="77777777" w:rsidR="009C54AE" w:rsidRPr="0057688F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zaliczenie z oceną</w:t>
      </w:r>
    </w:p>
    <w:p w14:paraId="74BB4130" w14:textId="77777777" w:rsidR="00E960BB" w:rsidRPr="0057688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0C785" w14:textId="77777777" w:rsidR="00E960BB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688F" w14:paraId="78009406" w14:textId="77777777" w:rsidTr="00745302">
        <w:tc>
          <w:tcPr>
            <w:tcW w:w="9670" w:type="dxa"/>
          </w:tcPr>
          <w:p w14:paraId="54B32789" w14:textId="77777777" w:rsidR="0085747A" w:rsidRPr="0057688F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="00B056D3" w:rsidRPr="0057688F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493BA18A" w14:textId="77777777" w:rsidR="00B056D3" w:rsidRPr="0057688F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129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="00A84C85" w:rsidRPr="0057688F">
        <w:rPr>
          <w:rFonts w:ascii="Corbel" w:hAnsi="Corbel"/>
          <w:szCs w:val="24"/>
        </w:rPr>
        <w:t>cele, efekty uczenia się</w:t>
      </w:r>
      <w:r w:rsidR="0085747A" w:rsidRPr="0057688F">
        <w:rPr>
          <w:rFonts w:ascii="Corbel" w:hAnsi="Corbel"/>
          <w:szCs w:val="24"/>
        </w:rPr>
        <w:t xml:space="preserve"> , treści Programowe i stosowane metody Dydaktyczne</w:t>
      </w:r>
    </w:p>
    <w:p w14:paraId="1723BE98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3917A" w14:textId="77777777" w:rsidR="0085747A" w:rsidRPr="0057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3.1 </w:t>
      </w:r>
      <w:r w:rsidR="00C05F44" w:rsidRPr="0057688F">
        <w:rPr>
          <w:rFonts w:ascii="Corbel" w:hAnsi="Corbel"/>
          <w:sz w:val="24"/>
          <w:szCs w:val="24"/>
        </w:rPr>
        <w:t>Cele przedmiotu</w:t>
      </w:r>
    </w:p>
    <w:p w14:paraId="0E00E15F" w14:textId="77777777" w:rsidR="00F83B28" w:rsidRPr="0057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7688F" w14:paraId="0A4470AD" w14:textId="77777777" w:rsidTr="00923D7D">
        <w:tc>
          <w:tcPr>
            <w:tcW w:w="851" w:type="dxa"/>
            <w:vAlign w:val="center"/>
          </w:tcPr>
          <w:p w14:paraId="52D2AA24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D5FC7E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="0085747A" w:rsidRPr="0057688F" w14:paraId="417E62D3" w14:textId="77777777" w:rsidTr="00923D7D">
        <w:tc>
          <w:tcPr>
            <w:tcW w:w="851" w:type="dxa"/>
            <w:vAlign w:val="center"/>
          </w:tcPr>
          <w:p w14:paraId="7EA35CE8" w14:textId="77777777" w:rsidR="0085747A" w:rsidRPr="0057688F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303C19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="0085747A" w:rsidRPr="0057688F" w14:paraId="3EA8CE88" w14:textId="77777777" w:rsidTr="00923D7D">
        <w:tc>
          <w:tcPr>
            <w:tcW w:w="851" w:type="dxa"/>
            <w:vAlign w:val="center"/>
          </w:tcPr>
          <w:p w14:paraId="28A20707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AF4713B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6D08190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B5621B" w14:textId="77777777" w:rsidR="001D7B54" w:rsidRPr="0057688F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="001D7B54" w:rsidRPr="0057688F">
        <w:rPr>
          <w:rFonts w:ascii="Corbel" w:hAnsi="Corbel"/>
          <w:b/>
          <w:sz w:val="24"/>
          <w:szCs w:val="24"/>
        </w:rPr>
        <w:t xml:space="preserve">Efekty </w:t>
      </w:r>
      <w:r w:rsidR="00C05F44" w:rsidRPr="0057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688F">
        <w:rPr>
          <w:rFonts w:ascii="Corbel" w:hAnsi="Corbel"/>
          <w:b/>
          <w:sz w:val="24"/>
          <w:szCs w:val="24"/>
        </w:rPr>
        <w:t>dla przedmiotu</w:t>
      </w:r>
    </w:p>
    <w:p w14:paraId="4B819F1E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="00B056D3" w:rsidRPr="0057688F" w14:paraId="170AA634" w14:textId="77777777" w:rsidTr="002B4369">
        <w:tc>
          <w:tcPr>
            <w:tcW w:w="1418" w:type="dxa"/>
            <w:vAlign w:val="center"/>
          </w:tcPr>
          <w:p w14:paraId="46C21EA9" w14:textId="458C75EB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14:paraId="201F0E4A" w14:textId="3F83A0AA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14:paraId="6273FF01" w14:textId="20088CB3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056D3" w:rsidRPr="0057688F" w14:paraId="7361B066" w14:textId="77777777" w:rsidTr="002B4369">
        <w:tc>
          <w:tcPr>
            <w:tcW w:w="1418" w:type="dxa"/>
          </w:tcPr>
          <w:p w14:paraId="0E96CE65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14:paraId="4A78A054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14:paraId="10AB93BB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14:paraId="214F1EEA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B056D3" w:rsidRPr="0057688F" w14:paraId="1F1CCF9E" w14:textId="77777777" w:rsidTr="002B4369">
        <w:tc>
          <w:tcPr>
            <w:tcW w:w="1418" w:type="dxa"/>
          </w:tcPr>
          <w:p w14:paraId="05B93E82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14:paraId="2E9FA1AC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14:paraId="3D0A0FE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14:paraId="461141F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056D3" w:rsidRPr="0057688F" w14:paraId="735B547A" w14:textId="77777777" w:rsidTr="002B4369">
        <w:tc>
          <w:tcPr>
            <w:tcW w:w="1418" w:type="dxa"/>
          </w:tcPr>
          <w:p w14:paraId="2F5591ED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14:paraId="00CC0D6A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14:paraId="2F2B4698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14:paraId="2A3FF9B5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1C4CBF7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5D1735C" w14:textId="77777777" w:rsidR="001D7B54" w:rsidRPr="0057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4365D8" w14:textId="77777777" w:rsidR="0085747A" w:rsidRPr="0057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="0085747A" w:rsidRPr="0057688F">
        <w:rPr>
          <w:rFonts w:ascii="Corbel" w:hAnsi="Corbel"/>
          <w:b/>
          <w:sz w:val="24"/>
          <w:szCs w:val="24"/>
        </w:rPr>
        <w:t>T</w:t>
      </w:r>
      <w:r w:rsidR="001D7B54" w:rsidRPr="0057688F">
        <w:rPr>
          <w:rFonts w:ascii="Corbel" w:hAnsi="Corbel"/>
          <w:b/>
          <w:sz w:val="24"/>
          <w:szCs w:val="24"/>
        </w:rPr>
        <w:t xml:space="preserve">reści programowe </w:t>
      </w:r>
    </w:p>
    <w:p w14:paraId="27A6C5A5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14:paraId="43F90AEE" w14:textId="77777777" w:rsidR="00675843" w:rsidRPr="005768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7688F" w14:paraId="60ED61A0" w14:textId="77777777" w:rsidTr="00C64E6B">
        <w:tc>
          <w:tcPr>
            <w:tcW w:w="9639" w:type="dxa"/>
          </w:tcPr>
          <w:p w14:paraId="44252AF2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2AC58FAD" w14:textId="77777777" w:rsidTr="00C64E6B">
        <w:tc>
          <w:tcPr>
            <w:tcW w:w="9639" w:type="dxa"/>
          </w:tcPr>
          <w:p w14:paraId="0DC71D8E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="0046325E" w:rsidRPr="0057688F" w14:paraId="59FB2A7D" w14:textId="77777777" w:rsidTr="00C64E6B">
        <w:tc>
          <w:tcPr>
            <w:tcW w:w="9639" w:type="dxa"/>
          </w:tcPr>
          <w:p w14:paraId="7825B770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="0046325E" w:rsidRPr="0057688F" w14:paraId="1119F5F5" w14:textId="77777777" w:rsidTr="00C64E6B">
        <w:tc>
          <w:tcPr>
            <w:tcW w:w="9639" w:type="dxa"/>
          </w:tcPr>
          <w:p w14:paraId="1399DF58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="0046325E" w:rsidRPr="0057688F" w14:paraId="364A45C0" w14:textId="77777777" w:rsidTr="00C64E6B">
        <w:tc>
          <w:tcPr>
            <w:tcW w:w="9639" w:type="dxa"/>
          </w:tcPr>
          <w:p w14:paraId="2BFD7A51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="0046325E" w:rsidRPr="0057688F" w14:paraId="157F7527" w14:textId="77777777" w:rsidTr="00C64E6B">
        <w:tc>
          <w:tcPr>
            <w:tcW w:w="9639" w:type="dxa"/>
          </w:tcPr>
          <w:p w14:paraId="5A62A5CC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="0046325E" w:rsidRPr="0057688F" w14:paraId="79988959" w14:textId="77777777" w:rsidTr="00C64E6B">
        <w:tc>
          <w:tcPr>
            <w:tcW w:w="9639" w:type="dxa"/>
          </w:tcPr>
          <w:p w14:paraId="55BE1E2D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="0046325E" w:rsidRPr="0057688F" w14:paraId="2884B259" w14:textId="77777777" w:rsidTr="00C64E6B">
        <w:tc>
          <w:tcPr>
            <w:tcW w:w="9639" w:type="dxa"/>
          </w:tcPr>
          <w:p w14:paraId="6BDA15D6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="0046325E" w:rsidRPr="0057688F" w14:paraId="687F47A0" w14:textId="77777777" w:rsidTr="00C64E6B">
        <w:tc>
          <w:tcPr>
            <w:tcW w:w="9639" w:type="dxa"/>
          </w:tcPr>
          <w:p w14:paraId="05BAC0B3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14:paraId="75EBB298" w14:textId="77777777" w:rsidR="0046325E" w:rsidRPr="0057688F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2F5984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7688F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7688F" w14:paraId="7DA5C1E5" w14:textId="77777777" w:rsidTr="00C64E6B">
        <w:tc>
          <w:tcPr>
            <w:tcW w:w="9781" w:type="dxa"/>
          </w:tcPr>
          <w:p w14:paraId="31A763A0" w14:textId="77777777" w:rsidR="0046325E" w:rsidRPr="0057688F" w:rsidRDefault="0046325E" w:rsidP="00C64E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05DA371E" w14:textId="77777777" w:rsidTr="00C64E6B">
        <w:tc>
          <w:tcPr>
            <w:tcW w:w="9781" w:type="dxa"/>
          </w:tcPr>
          <w:p w14:paraId="5B0C670D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="0046325E" w:rsidRPr="0057688F" w14:paraId="37F90198" w14:textId="77777777" w:rsidTr="00C64E6B">
        <w:tc>
          <w:tcPr>
            <w:tcW w:w="9781" w:type="dxa"/>
          </w:tcPr>
          <w:p w14:paraId="1F8121C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46325E" w:rsidRPr="0057688F" w14:paraId="46118F0C" w14:textId="77777777" w:rsidTr="00C64E6B">
        <w:tc>
          <w:tcPr>
            <w:tcW w:w="9781" w:type="dxa"/>
          </w:tcPr>
          <w:p w14:paraId="66BEF03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="0046325E" w:rsidRPr="0057688F" w14:paraId="469AF462" w14:textId="77777777" w:rsidTr="00C64E6B">
        <w:tc>
          <w:tcPr>
            <w:tcW w:w="9781" w:type="dxa"/>
          </w:tcPr>
          <w:p w14:paraId="2AA993E1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="0046325E" w:rsidRPr="0057688F" w14:paraId="6A0BD333" w14:textId="77777777" w:rsidTr="00C64E6B">
        <w:tc>
          <w:tcPr>
            <w:tcW w:w="9781" w:type="dxa"/>
          </w:tcPr>
          <w:p w14:paraId="419E1EAE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="0046325E" w:rsidRPr="0057688F" w14:paraId="682DAEDC" w14:textId="77777777" w:rsidTr="00C64E6B">
        <w:tc>
          <w:tcPr>
            <w:tcW w:w="9781" w:type="dxa"/>
          </w:tcPr>
          <w:p w14:paraId="62B22B2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="0046325E" w:rsidRPr="0057688F" w14:paraId="2347860D" w14:textId="77777777" w:rsidTr="00C64E6B">
        <w:tc>
          <w:tcPr>
            <w:tcW w:w="9781" w:type="dxa"/>
          </w:tcPr>
          <w:p w14:paraId="3B9A234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Rola instrumentów pomocy publicznej w stymulowaniu działalności innowacyjnej (bony na </w:t>
            </w: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innowacje)</w:t>
            </w:r>
          </w:p>
        </w:tc>
      </w:tr>
      <w:tr w:rsidR="0046325E" w:rsidRPr="0057688F" w14:paraId="1A5FB4D4" w14:textId="77777777" w:rsidTr="00C64E6B">
        <w:tc>
          <w:tcPr>
            <w:tcW w:w="9781" w:type="dxa"/>
          </w:tcPr>
          <w:p w14:paraId="09EE69DB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Analiza efektów wsparcia finansowego sektora publicznego w latach 2014-2020</w:t>
            </w:r>
          </w:p>
        </w:tc>
      </w:tr>
    </w:tbl>
    <w:p w14:paraId="64A8DA51" w14:textId="77777777" w:rsidR="0046325E" w:rsidRPr="0057688F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14:paraId="3CCC4332" w14:textId="77777777" w:rsidR="0085747A" w:rsidRPr="0057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14:paraId="033AB2FA" w14:textId="77777777" w:rsidR="0046325E" w:rsidRPr="0057688F" w:rsidRDefault="0046325E" w:rsidP="0046325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14:paraId="1D6E9DDE" w14:textId="409D4965" w:rsidR="00E960BB" w:rsidRPr="0057688F" w:rsidRDefault="00A033A9" w:rsidP="2EE76EC7">
      <w:pPr>
        <w:spacing w:after="0"/>
        <w:jc w:val="both"/>
        <w:rPr>
          <w:rFonts w:ascii="Corbel" w:hAnsi="Corbel"/>
          <w:sz w:val="24"/>
          <w:szCs w:val="24"/>
        </w:rPr>
      </w:pPr>
      <w:r w:rsidRPr="2EE76EC7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="2D0EF9A4" w:rsidRPr="2EE76EC7">
        <w:rPr>
          <w:rFonts w:ascii="Corbel" w:hAnsi="Corbel"/>
          <w:sz w:val="24"/>
          <w:szCs w:val="24"/>
        </w:rPr>
        <w:t>ezent</w:t>
      </w:r>
      <w:r w:rsidRPr="2EE76EC7">
        <w:rPr>
          <w:rFonts w:ascii="Corbel" w:hAnsi="Corbel"/>
          <w:sz w:val="24"/>
          <w:szCs w:val="24"/>
        </w:rPr>
        <w:t>ac</w:t>
      </w:r>
      <w:r w:rsidR="01240BB9" w:rsidRPr="2EE76EC7">
        <w:rPr>
          <w:rFonts w:ascii="Corbel" w:hAnsi="Corbel"/>
          <w:sz w:val="24"/>
          <w:szCs w:val="24"/>
        </w:rPr>
        <w:t>j</w:t>
      </w:r>
      <w:r w:rsidRPr="2EE76EC7">
        <w:rPr>
          <w:rFonts w:ascii="Corbel" w:hAnsi="Corbel"/>
          <w:sz w:val="24"/>
          <w:szCs w:val="24"/>
        </w:rPr>
        <w:t xml:space="preserve">a </w:t>
      </w:r>
      <w:r w:rsidR="0D063542" w:rsidRPr="2EE76EC7">
        <w:rPr>
          <w:rFonts w:ascii="Corbel" w:hAnsi="Corbel"/>
          <w:sz w:val="24"/>
          <w:szCs w:val="24"/>
        </w:rPr>
        <w:t xml:space="preserve">referatów </w:t>
      </w:r>
      <w:r w:rsidRPr="2EE76EC7">
        <w:rPr>
          <w:rFonts w:ascii="Corbel" w:hAnsi="Corbel"/>
          <w:sz w:val="24"/>
          <w:szCs w:val="24"/>
        </w:rPr>
        <w:t xml:space="preserve">połączona z dyskusją </w:t>
      </w:r>
    </w:p>
    <w:p w14:paraId="37AB2072" w14:textId="77777777" w:rsidR="0085747A" w:rsidRPr="0057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="0085747A" w:rsidRPr="0057688F">
        <w:rPr>
          <w:rFonts w:ascii="Corbel" w:hAnsi="Corbel"/>
          <w:smallCaps w:val="0"/>
          <w:szCs w:val="24"/>
        </w:rPr>
        <w:t>METODY I KRYTERIA OCENY</w:t>
      </w:r>
    </w:p>
    <w:p w14:paraId="3B08843D" w14:textId="77777777" w:rsidR="00923D7D" w:rsidRPr="0057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5F54C" w14:textId="77777777" w:rsidR="0085747A" w:rsidRPr="0057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88F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57688F" w14:paraId="4558B10B" w14:textId="77777777" w:rsidTr="00793C5B">
        <w:tc>
          <w:tcPr>
            <w:tcW w:w="1843" w:type="dxa"/>
            <w:vAlign w:val="center"/>
          </w:tcPr>
          <w:p w14:paraId="556035FB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703C210" w14:textId="6A7CBD9E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38BE86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9F1E4F0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7EE3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688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688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57688F" w14:paraId="52A9294F" w14:textId="77777777" w:rsidTr="00793C5B">
        <w:tc>
          <w:tcPr>
            <w:tcW w:w="1843" w:type="dxa"/>
          </w:tcPr>
          <w:p w14:paraId="768CC018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7688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7688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10B25567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24830D7D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33A9" w:rsidRPr="0057688F" w14:paraId="5F4A301B" w14:textId="77777777" w:rsidTr="00793C5B">
        <w:tc>
          <w:tcPr>
            <w:tcW w:w="1843" w:type="dxa"/>
          </w:tcPr>
          <w:p w14:paraId="3EA29EAE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FAE5106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D674EE3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33A9" w:rsidRPr="0057688F" w14:paraId="548547B6" w14:textId="77777777" w:rsidTr="00793C5B">
        <w:tc>
          <w:tcPr>
            <w:tcW w:w="1843" w:type="dxa"/>
          </w:tcPr>
          <w:p w14:paraId="3C246D40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800A3D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3715A5C5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81D0675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D7B37" w14:textId="77777777" w:rsidR="0085747A" w:rsidRPr="005768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="0085747A" w:rsidRPr="0057688F">
        <w:rPr>
          <w:rFonts w:ascii="Corbel" w:hAnsi="Corbel"/>
          <w:smallCaps w:val="0"/>
          <w:szCs w:val="24"/>
        </w:rPr>
        <w:t>Warunki zaliczenia przedmiotu (kryteria oceniania)</w:t>
      </w:r>
    </w:p>
    <w:p w14:paraId="4ABCB61C" w14:textId="77777777" w:rsidR="00923D7D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57688F" w14:paraId="442D7424" w14:textId="77777777" w:rsidTr="2EE76EC7">
        <w:tc>
          <w:tcPr>
            <w:tcW w:w="9520" w:type="dxa"/>
          </w:tcPr>
          <w:p w14:paraId="44A334CD" w14:textId="0D50F04C" w:rsidR="00F22808" w:rsidRPr="0057688F" w:rsidRDefault="4B68ECF5" w:rsidP="2EE76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399E02BB" w:rsidRPr="2EE76EC7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>
              <w:rPr>
                <w:rFonts w:ascii="Corbel" w:hAnsi="Corbel"/>
                <w:sz w:val="24"/>
                <w:szCs w:val="24"/>
              </w:rPr>
              <w:t>oraz przygotowania i zaprezentowania podczas zajęć prezentacji lub studium przypadku</w:t>
            </w:r>
          </w:p>
        </w:tc>
      </w:tr>
    </w:tbl>
    <w:p w14:paraId="1ECD507D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82DB" w14:textId="77777777" w:rsidR="009F4610" w:rsidRPr="0057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="00C61DC5" w:rsidRPr="0057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C9F54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688F" w14:paraId="0A9AD195" w14:textId="77777777" w:rsidTr="00BE3D8F">
        <w:tc>
          <w:tcPr>
            <w:tcW w:w="4902" w:type="dxa"/>
            <w:vAlign w:val="center"/>
          </w:tcPr>
          <w:p w14:paraId="45D3B04F" w14:textId="77777777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51FA8C7" w14:textId="4E833E06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57688F" w14:paraId="081A701B" w14:textId="77777777" w:rsidTr="00BE3D8F">
        <w:tc>
          <w:tcPr>
            <w:tcW w:w="4902" w:type="dxa"/>
          </w:tcPr>
          <w:p w14:paraId="7066FB32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9BFA49A" w14:textId="1814844F" w:rsidR="00BE3D8F" w:rsidRPr="0057688F" w:rsidRDefault="008556E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57688F" w14:paraId="418C7795" w14:textId="77777777" w:rsidTr="00BE3D8F">
        <w:tc>
          <w:tcPr>
            <w:tcW w:w="4902" w:type="dxa"/>
          </w:tcPr>
          <w:p w14:paraId="794B6C3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D833A7E" w14:textId="54F7BE05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67DCC0" w14:textId="2B9E32E5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57688F" w14:paraId="2CDB6674" w14:textId="77777777" w:rsidTr="00BE3D8F">
        <w:tc>
          <w:tcPr>
            <w:tcW w:w="4902" w:type="dxa"/>
          </w:tcPr>
          <w:p w14:paraId="257530A1" w14:textId="51809C88" w:rsidR="00BE3D8F" w:rsidRPr="0057688F" w:rsidRDefault="00BE3D8F" w:rsidP="00682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7688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7688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i prezentacji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D7476A" w14:textId="23DB54DC" w:rsidR="00BE3D8F" w:rsidRPr="0057688F" w:rsidRDefault="008556E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  <w:bookmarkStart w:id="0" w:name="_GoBack"/>
            <w:bookmarkEnd w:id="0"/>
          </w:p>
        </w:tc>
      </w:tr>
      <w:tr w:rsidR="00BE3D8F" w:rsidRPr="0057688F" w14:paraId="4AB1DF79" w14:textId="77777777" w:rsidTr="00BE3D8F">
        <w:tc>
          <w:tcPr>
            <w:tcW w:w="4902" w:type="dxa"/>
          </w:tcPr>
          <w:p w14:paraId="77F64BC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C5F0C1" w14:textId="384126A6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E3D8F" w:rsidRPr="0057688F" w14:paraId="1E7BAC8A" w14:textId="77777777" w:rsidTr="00BE3D8F">
        <w:tc>
          <w:tcPr>
            <w:tcW w:w="4902" w:type="dxa"/>
          </w:tcPr>
          <w:p w14:paraId="24D70A1D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8ABB640" w14:textId="7C6124DD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96E435" w14:textId="77777777" w:rsidR="0085747A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88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BD6FF6" w14:textId="77777777" w:rsidR="003E1941" w:rsidRPr="0057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D1EB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="0085747A" w:rsidRPr="0057688F">
        <w:rPr>
          <w:rFonts w:ascii="Corbel" w:hAnsi="Corbel"/>
          <w:smallCaps w:val="0"/>
          <w:szCs w:val="24"/>
        </w:rPr>
        <w:t>PRAKTYKI ZAWO</w:t>
      </w:r>
      <w:r w:rsidR="009D3F3B" w:rsidRPr="0057688F">
        <w:rPr>
          <w:rFonts w:ascii="Corbel" w:hAnsi="Corbel"/>
          <w:smallCaps w:val="0"/>
          <w:szCs w:val="24"/>
        </w:rPr>
        <w:t>DOWE W RAMACH PRZEDMIOTU</w:t>
      </w:r>
    </w:p>
    <w:p w14:paraId="7D110190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688F" w14:paraId="7417CA46" w14:textId="77777777" w:rsidTr="00C568C7">
        <w:trPr>
          <w:trHeight w:val="397"/>
        </w:trPr>
        <w:tc>
          <w:tcPr>
            <w:tcW w:w="2359" w:type="pct"/>
          </w:tcPr>
          <w:p w14:paraId="1075E767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63B1816" w14:textId="2BFC661F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688F" w14:paraId="35B713B6" w14:textId="77777777" w:rsidTr="00C568C7">
        <w:trPr>
          <w:trHeight w:val="397"/>
        </w:trPr>
        <w:tc>
          <w:tcPr>
            <w:tcW w:w="2359" w:type="pct"/>
          </w:tcPr>
          <w:p w14:paraId="4FB7C7CE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7904B9" w14:textId="0CE680F7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7BF32D" w14:textId="77777777" w:rsidR="003E1941" w:rsidRPr="0057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CD8D1" w14:textId="77777777" w:rsidR="0085747A" w:rsidRPr="0057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57688F">
        <w:rPr>
          <w:rFonts w:ascii="Corbel" w:hAnsi="Corbel"/>
          <w:smallCaps w:val="0"/>
          <w:szCs w:val="24"/>
        </w:rPr>
        <w:t>LITERATURA</w:t>
      </w:r>
    </w:p>
    <w:p w14:paraId="6C86B11A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55506" w14:paraId="2E0C577D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EF" w14:textId="77777777" w:rsidR="00955506" w:rsidRPr="00682FC1" w:rsidRDefault="009555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A75640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08A49C49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>Pomoc publiczna. Doświadczenia wybranych sektorów gospodarki, red. M. Kożuch, Wyd. UEK, Kraków, 2017.</w:t>
            </w:r>
          </w:p>
        </w:tc>
      </w:tr>
      <w:tr w:rsidR="00955506" w14:paraId="6FC56AB8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E61" w14:textId="77777777" w:rsidR="00955506" w:rsidRDefault="0095550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250FC27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Dec P., Pomoc publiczna w restrukturyzacji przedsiębiorstw, SGH, Warszawa 2018.</w:t>
            </w:r>
          </w:p>
          <w:p w14:paraId="07E657DC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2AC557C8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39C1799" w14:textId="77777777" w:rsidR="00955506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1FAB6" w14:textId="77777777" w:rsidR="00955506" w:rsidRPr="0057688F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3BDF72" w14:textId="77777777" w:rsidR="0046325E" w:rsidRPr="0057688F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8159F" w14:textId="77777777" w:rsidR="00BE3D8F" w:rsidRPr="0057688F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23C52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0DB2C" w14:textId="77777777" w:rsidR="0085747A" w:rsidRPr="0057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8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495F9" w14:textId="77777777" w:rsidR="00F011FB" w:rsidRDefault="00F011FB" w:rsidP="00C16ABF">
      <w:pPr>
        <w:spacing w:after="0" w:line="240" w:lineRule="auto"/>
      </w:pPr>
      <w:r>
        <w:separator/>
      </w:r>
    </w:p>
  </w:endnote>
  <w:endnote w:type="continuationSeparator" w:id="0">
    <w:p w14:paraId="211B48A9" w14:textId="77777777" w:rsidR="00F011FB" w:rsidRDefault="00F011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36C93" w14:textId="77777777" w:rsidR="00F011FB" w:rsidRDefault="00F011FB" w:rsidP="00C16ABF">
      <w:pPr>
        <w:spacing w:after="0" w:line="240" w:lineRule="auto"/>
      </w:pPr>
      <w:r>
        <w:separator/>
      </w:r>
    </w:p>
  </w:footnote>
  <w:footnote w:type="continuationSeparator" w:id="0">
    <w:p w14:paraId="21E9335A" w14:textId="77777777" w:rsidR="00F011FB" w:rsidRDefault="00F011F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334"/>
    <w:rsid w:val="000048FD"/>
    <w:rsid w:val="000077B4"/>
    <w:rsid w:val="00015B8F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EEF"/>
    <w:rsid w:val="004D5282"/>
    <w:rsid w:val="004F1551"/>
    <w:rsid w:val="004F55A3"/>
    <w:rsid w:val="0050496F"/>
    <w:rsid w:val="005131E3"/>
    <w:rsid w:val="00513B6F"/>
    <w:rsid w:val="00517C63"/>
    <w:rsid w:val="0052378E"/>
    <w:rsid w:val="005363C4"/>
    <w:rsid w:val="00536BDE"/>
    <w:rsid w:val="00543ACC"/>
    <w:rsid w:val="0056696D"/>
    <w:rsid w:val="005768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57651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56EE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27DF"/>
    <w:rsid w:val="009D3F3B"/>
    <w:rsid w:val="009E0543"/>
    <w:rsid w:val="009E3B41"/>
    <w:rsid w:val="009F3C5C"/>
    <w:rsid w:val="009F4610"/>
    <w:rsid w:val="009F7DF3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C57BE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F7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1FB"/>
    <w:rsid w:val="00F070AB"/>
    <w:rsid w:val="00F17567"/>
    <w:rsid w:val="00F22808"/>
    <w:rsid w:val="00F27A7B"/>
    <w:rsid w:val="00F462E8"/>
    <w:rsid w:val="00F526AF"/>
    <w:rsid w:val="00F617C3"/>
    <w:rsid w:val="00F6339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E9BFB4E"/>
    <w:rsid w:val="2AAD6A19"/>
    <w:rsid w:val="2D0EF9A4"/>
    <w:rsid w:val="2EE76EC7"/>
    <w:rsid w:val="399E02BB"/>
    <w:rsid w:val="47D268DC"/>
    <w:rsid w:val="4B68ECF5"/>
    <w:rsid w:val="5419B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AB3B1-A65A-4C91-94D0-E483C8C46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6158D0-CD8D-403C-BC8C-6CB7EAB65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850</Words>
  <Characters>5100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2020-11-19T07:54:00Z</dcterms:created>
  <dcterms:modified xsi:type="dcterms:W3CDTF">2022-05-29T20:11:00Z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